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4D5" w:rsidRDefault="00C154D5" w:rsidP="004B2D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Должностными лицами Управления в августе 2018 года проведена плановая выездная проверка деятельности администрации Неверкинского района Пензенской области.</w:t>
      </w:r>
    </w:p>
    <w:p w:rsidR="00C154D5" w:rsidRDefault="00C154D5" w:rsidP="004B2D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проверка проводилась с целью выполнения ежегодного плана проведения плановых проверок деятельности органов местного самоуправления и должностных лиц местного самоуправления на 2018 год. </w:t>
      </w:r>
    </w:p>
    <w:p w:rsidR="00C154D5" w:rsidRDefault="00C154D5" w:rsidP="004B2D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</w:t>
      </w:r>
      <w:r w:rsidRPr="003300DD">
        <w:rPr>
          <w:sz w:val="28"/>
          <w:szCs w:val="28"/>
        </w:rPr>
        <w:t>проверк</w:t>
      </w:r>
      <w:r>
        <w:rPr>
          <w:sz w:val="28"/>
          <w:szCs w:val="28"/>
        </w:rPr>
        <w:t>и</w:t>
      </w:r>
      <w:r w:rsidRPr="003300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оценка </w:t>
      </w:r>
      <w:r w:rsidRPr="006265E4">
        <w:rPr>
          <w:sz w:val="28"/>
          <w:szCs w:val="28"/>
          <w:lang w:eastAsia="en-US"/>
        </w:rPr>
        <w:t>исполнения</w:t>
      </w:r>
      <w:r w:rsidRPr="003300DD">
        <w:rPr>
          <w:sz w:val="28"/>
          <w:szCs w:val="28"/>
        </w:rPr>
        <w:t xml:space="preserve"> органом местного самоуправления требований в области защиты населения и территорий от чрезвычайных ситуаций природного и техногенного характера, установленных законодательными и иными правовыми актами Российской Федерации и Пензенской области</w:t>
      </w:r>
      <w:r>
        <w:rPr>
          <w:sz w:val="28"/>
          <w:szCs w:val="28"/>
        </w:rPr>
        <w:t>.</w:t>
      </w:r>
      <w:r w:rsidRPr="003300DD">
        <w:rPr>
          <w:sz w:val="28"/>
          <w:szCs w:val="28"/>
        </w:rPr>
        <w:t xml:space="preserve">  </w:t>
      </w:r>
    </w:p>
    <w:p w:rsidR="00C154D5" w:rsidRDefault="00C154D5" w:rsidP="00C978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Должностными лицами Управления п</w:t>
      </w:r>
      <w:r w:rsidRPr="00C9789C">
        <w:rPr>
          <w:sz w:val="28"/>
          <w:szCs w:val="28"/>
        </w:rPr>
        <w:t xml:space="preserve">роверена имеющаяся нормативная правовая база </w:t>
      </w:r>
      <w:r>
        <w:rPr>
          <w:sz w:val="28"/>
          <w:szCs w:val="28"/>
        </w:rPr>
        <w:t>Неверкинского района</w:t>
      </w:r>
      <w:r w:rsidRPr="00C9789C">
        <w:rPr>
          <w:sz w:val="28"/>
          <w:szCs w:val="28"/>
        </w:rPr>
        <w:t xml:space="preserve">, регламентирующая вопросы защиты населения и территорий  от чрезвычайных ситуаций природного и техногенного характера, на соответствие федеральному и региональному законодательству. Проконтролировано  наличие и  готовность к работе органов управления, сил и средств, предназначенных для ликвидации чрезвычайных ситуаций. </w:t>
      </w:r>
    </w:p>
    <w:p w:rsidR="00C154D5" w:rsidRPr="00C9789C" w:rsidRDefault="00C154D5" w:rsidP="00C9789C">
      <w:pPr>
        <w:ind w:firstLine="709"/>
        <w:jc w:val="both"/>
        <w:rPr>
          <w:sz w:val="28"/>
          <w:szCs w:val="28"/>
        </w:rPr>
      </w:pPr>
      <w:r w:rsidRPr="00C9789C">
        <w:rPr>
          <w:sz w:val="28"/>
          <w:szCs w:val="28"/>
        </w:rPr>
        <w:t>В ходе проведенной проверки нарушений обязательных требований в области защиты населения и территорий от чрезвычайных ситуаций не выявлено.</w:t>
      </w:r>
    </w:p>
    <w:p w:rsidR="00C154D5" w:rsidRPr="004B2DA7" w:rsidRDefault="00C154D5" w:rsidP="004B2DA7">
      <w:pPr>
        <w:jc w:val="both"/>
        <w:rPr>
          <w:sz w:val="28"/>
          <w:szCs w:val="28"/>
        </w:rPr>
      </w:pPr>
    </w:p>
    <w:p w:rsidR="00C154D5" w:rsidRDefault="00C154D5" w:rsidP="00A37694">
      <w:pPr>
        <w:jc w:val="both"/>
        <w:rPr>
          <w:sz w:val="28"/>
          <w:szCs w:val="28"/>
        </w:rPr>
      </w:pPr>
    </w:p>
    <w:p w:rsidR="00C154D5" w:rsidRDefault="00C154D5" w:rsidP="00A37694">
      <w:pPr>
        <w:jc w:val="both"/>
        <w:rPr>
          <w:sz w:val="28"/>
          <w:szCs w:val="28"/>
        </w:rPr>
      </w:pPr>
    </w:p>
    <w:p w:rsidR="00C154D5" w:rsidRDefault="00C154D5" w:rsidP="00A37694">
      <w:pPr>
        <w:jc w:val="both"/>
        <w:rPr>
          <w:sz w:val="28"/>
          <w:szCs w:val="28"/>
        </w:rPr>
      </w:pPr>
    </w:p>
    <w:p w:rsidR="00C154D5" w:rsidRPr="005E1F1C" w:rsidRDefault="00C154D5" w:rsidP="005E1F1C">
      <w:pPr>
        <w:jc w:val="center"/>
        <w:rPr>
          <w:sz w:val="28"/>
          <w:szCs w:val="28"/>
        </w:rPr>
      </w:pPr>
    </w:p>
    <w:sectPr w:rsidR="00C154D5" w:rsidRPr="005E1F1C" w:rsidSect="00F12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908FA"/>
    <w:multiLevelType w:val="hybridMultilevel"/>
    <w:tmpl w:val="66E84A7E"/>
    <w:lvl w:ilvl="0" w:tplc="59B00C5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8AC68B7"/>
    <w:multiLevelType w:val="hybridMultilevel"/>
    <w:tmpl w:val="717AE212"/>
    <w:lvl w:ilvl="0" w:tplc="32F442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168E"/>
    <w:rsid w:val="000241D8"/>
    <w:rsid w:val="0005252B"/>
    <w:rsid w:val="000B3EE8"/>
    <w:rsid w:val="000B78A1"/>
    <w:rsid w:val="00151EDE"/>
    <w:rsid w:val="001D583D"/>
    <w:rsid w:val="00205D79"/>
    <w:rsid w:val="0025606B"/>
    <w:rsid w:val="002A119C"/>
    <w:rsid w:val="003300DD"/>
    <w:rsid w:val="003C52F6"/>
    <w:rsid w:val="00436E3F"/>
    <w:rsid w:val="004A76B2"/>
    <w:rsid w:val="004B2DA7"/>
    <w:rsid w:val="00597844"/>
    <w:rsid w:val="005E1F1C"/>
    <w:rsid w:val="006265E4"/>
    <w:rsid w:val="006F022F"/>
    <w:rsid w:val="00737371"/>
    <w:rsid w:val="00756872"/>
    <w:rsid w:val="008322EA"/>
    <w:rsid w:val="008A40D0"/>
    <w:rsid w:val="00996140"/>
    <w:rsid w:val="009D3798"/>
    <w:rsid w:val="009E1AEF"/>
    <w:rsid w:val="009F168E"/>
    <w:rsid w:val="00A37694"/>
    <w:rsid w:val="00AE602B"/>
    <w:rsid w:val="00B12B4B"/>
    <w:rsid w:val="00BC6B13"/>
    <w:rsid w:val="00C154D5"/>
    <w:rsid w:val="00C9789C"/>
    <w:rsid w:val="00D55C60"/>
    <w:rsid w:val="00E91D0A"/>
    <w:rsid w:val="00EE1432"/>
    <w:rsid w:val="00F12CA3"/>
    <w:rsid w:val="00F5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F1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E1F1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A119C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ListParagraph">
    <w:name w:val="List Paragraph"/>
    <w:basedOn w:val="Normal"/>
    <w:uiPriority w:val="99"/>
    <w:qFormat/>
    <w:rsid w:val="00A37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03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263</TotalTime>
  <Pages>1</Pages>
  <Words>179</Words>
  <Characters>1021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Александровна Кузина</dc:creator>
  <cp:keywords/>
  <dc:description/>
  <cp:lastModifiedBy>Davidova_OV</cp:lastModifiedBy>
  <cp:revision>23</cp:revision>
  <cp:lastPrinted>2017-06-08T08:38:00Z</cp:lastPrinted>
  <dcterms:created xsi:type="dcterms:W3CDTF">2017-06-08T07:14:00Z</dcterms:created>
  <dcterms:modified xsi:type="dcterms:W3CDTF">2018-08-21T05:58:00Z</dcterms:modified>
</cp:coreProperties>
</file>